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77777777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/pieczątka Zakładu/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77777777" w:rsidR="00FB52CE" w:rsidRDefault="00FB52CE" w:rsidP="00FB52CE">
      <w:pPr>
        <w:jc w:val="center"/>
        <w:rPr>
          <w:szCs w:val="24"/>
        </w:rPr>
      </w:pPr>
      <w:r w:rsidRPr="00FB52CE">
        <w:rPr>
          <w:szCs w:val="24"/>
        </w:rPr>
        <w:t>Notatka o odbyciu wizji lokalnej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2CFA9C7A" w14:textId="40B0B1C8" w:rsidR="00FB52CE" w:rsidRPr="0094350F" w:rsidRDefault="00FB52CE" w:rsidP="00FB258D">
      <w:pPr>
        <w:rPr>
          <w:b/>
          <w:bCs/>
          <w:sz w:val="20"/>
        </w:rPr>
      </w:pPr>
      <w:r w:rsidRPr="00FB52CE">
        <w:rPr>
          <w:sz w:val="20"/>
        </w:rPr>
        <w:t>Postępowanie nr</w:t>
      </w:r>
      <w:r w:rsidR="00746D2C">
        <w:rPr>
          <w:sz w:val="20"/>
        </w:rPr>
        <w:t xml:space="preserve"> </w:t>
      </w:r>
      <w:r w:rsidR="00746D2C" w:rsidRPr="00746D2C">
        <w:rPr>
          <w:sz w:val="20"/>
        </w:rPr>
        <w:t>OO/2/000100/26</w:t>
      </w:r>
      <w:r w:rsidRPr="00FB52CE">
        <w:rPr>
          <w:sz w:val="20"/>
        </w:rPr>
        <w:t>, dotyczące</w:t>
      </w:r>
      <w:r w:rsidR="0097582D" w:rsidRPr="0094350F">
        <w:rPr>
          <w:b/>
          <w:bCs/>
          <w:sz w:val="20"/>
        </w:rPr>
        <w:t xml:space="preserve">: </w:t>
      </w:r>
      <w:r w:rsidR="00746D2C" w:rsidRPr="00746D2C">
        <w:rPr>
          <w:b/>
          <w:bCs/>
          <w:sz w:val="20"/>
        </w:rPr>
        <w:t xml:space="preserve">Nadzór inwestorski nad zadaniem: "Budowa podjazdu wraz z modernizacją rampy załadowczej na magazynie </w:t>
      </w:r>
      <w:proofErr w:type="spellStart"/>
      <w:r w:rsidR="00746D2C" w:rsidRPr="00746D2C">
        <w:rPr>
          <w:b/>
          <w:bCs/>
          <w:sz w:val="20"/>
        </w:rPr>
        <w:t>Kalipsolownia</w:t>
      </w:r>
      <w:proofErr w:type="spellEnd"/>
      <w:r w:rsidR="00746D2C" w:rsidRPr="00746D2C">
        <w:rPr>
          <w:b/>
          <w:bCs/>
          <w:sz w:val="20"/>
        </w:rPr>
        <w:t xml:space="preserve"> w ORLEN OIL Sp. z o.o. w Czechowicach"</w:t>
      </w:r>
    </w:p>
    <w:p w14:paraId="2551B4B0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Miejsce i Data odbycia wizji: ………………………………………………………………………</w:t>
      </w:r>
      <w:r>
        <w:rPr>
          <w:sz w:val="20"/>
        </w:rPr>
        <w:t>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</w:t>
      </w:r>
      <w:r w:rsidRPr="00FB52CE">
        <w:rPr>
          <w:sz w:val="20"/>
        </w:rPr>
        <w:t xml:space="preserve"> </w:t>
      </w:r>
    </w:p>
    <w:p w14:paraId="4A8D788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Firma </w:t>
      </w:r>
      <w:proofErr w:type="gramStart"/>
      <w:r w:rsidRPr="00FB52CE">
        <w:rPr>
          <w:sz w:val="20"/>
        </w:rPr>
        <w:t>( potencjalny</w:t>
      </w:r>
      <w:proofErr w:type="gramEnd"/>
      <w:r w:rsidRPr="00FB52CE">
        <w:rPr>
          <w:sz w:val="20"/>
        </w:rPr>
        <w:t xml:space="preserve"> oferent w postępowaniu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.): ………………………………………………</w:t>
      </w:r>
      <w:r>
        <w:rPr>
          <w:sz w:val="20"/>
        </w:rPr>
        <w:t>…………….</w:t>
      </w:r>
      <w:r w:rsidRPr="00FB52CE">
        <w:rPr>
          <w:sz w:val="20"/>
        </w:rPr>
        <w:t xml:space="preserve"> </w:t>
      </w:r>
    </w:p>
    <w:p w14:paraId="30560D3E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reprezentowany przez …………………………………. w oparciu o upoważnienie z dnia………</w:t>
      </w:r>
      <w:r>
        <w:rPr>
          <w:sz w:val="20"/>
        </w:rPr>
        <w:t>…………</w:t>
      </w:r>
      <w:r w:rsidRPr="00FB52CE">
        <w:rPr>
          <w:sz w:val="20"/>
        </w:rPr>
        <w:t xml:space="preserve"> </w:t>
      </w:r>
    </w:p>
    <w:p w14:paraId="7046C575" w14:textId="6766578C" w:rsidR="00FB52CE" w:rsidRDefault="00FB52CE" w:rsidP="00FB52CE">
      <w:pPr>
        <w:rPr>
          <w:sz w:val="20"/>
        </w:rPr>
      </w:pPr>
      <w:r w:rsidRPr="00FB52CE">
        <w:rPr>
          <w:sz w:val="20"/>
        </w:rPr>
        <w:t xml:space="preserve">odbył wizję lokalną w lokalizacji Zakładu Produkcyjnego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 xml:space="preserve">. celem zapoznania się z miejscem realizacji oraz szczegółowym zakresem rzeczowym zapytania ofertowego/postępowania przetargowego o nr </w:t>
      </w:r>
      <w:r w:rsidR="00746D2C" w:rsidRPr="00746D2C">
        <w:rPr>
          <w:sz w:val="20"/>
        </w:rPr>
        <w:t>OO/2/000100/26</w:t>
      </w:r>
      <w:r w:rsidR="00746D2C">
        <w:rPr>
          <w:sz w:val="20"/>
        </w:rPr>
        <w:t>.</w:t>
      </w:r>
    </w:p>
    <w:p w14:paraId="1409A4CB" w14:textId="65C4803C" w:rsidR="00E04648" w:rsidRDefault="00E04648" w:rsidP="00FB52CE">
      <w:pPr>
        <w:rPr>
          <w:sz w:val="20"/>
        </w:rPr>
      </w:pPr>
      <w:r>
        <w:rPr>
          <w:sz w:val="20"/>
        </w:rPr>
        <w:t>Podczas wizji lokalnej przekazano w formie papierowej/elektronicznej* następujące dokumenty:</w:t>
      </w:r>
    </w:p>
    <w:p w14:paraId="670D7CDF" w14:textId="6C3085AC" w:rsidR="00E04648" w:rsidRDefault="00E04648" w:rsidP="00FB52CE">
      <w:pPr>
        <w:rPr>
          <w:sz w:val="20"/>
        </w:rPr>
      </w:pPr>
      <w:r>
        <w:rPr>
          <w:sz w:val="20"/>
        </w:rPr>
        <w:t>…………………..</w:t>
      </w:r>
    </w:p>
    <w:p w14:paraId="34EB3ABA" w14:textId="4E46B343" w:rsidR="00E04648" w:rsidRDefault="00E04648" w:rsidP="00FB52CE">
      <w:pPr>
        <w:rPr>
          <w:sz w:val="20"/>
        </w:rPr>
      </w:pPr>
      <w:r>
        <w:rPr>
          <w:sz w:val="20"/>
        </w:rPr>
        <w:t>…………………</w:t>
      </w:r>
    </w:p>
    <w:p w14:paraId="0C143ED4" w14:textId="7C9A3389" w:rsidR="00E04648" w:rsidRDefault="00E04648" w:rsidP="00FB52CE">
      <w:pPr>
        <w:rPr>
          <w:sz w:val="20"/>
        </w:rPr>
      </w:pPr>
      <w:r>
        <w:rPr>
          <w:sz w:val="20"/>
        </w:rPr>
        <w:t>……………………</w:t>
      </w:r>
    </w:p>
    <w:p w14:paraId="26B0BFD5" w14:textId="500B8A46" w:rsidR="00E04648" w:rsidRPr="00FB52CE" w:rsidRDefault="00E04648" w:rsidP="00FB52CE">
      <w:pPr>
        <w:rPr>
          <w:sz w:val="20"/>
        </w:rPr>
      </w:pPr>
      <w:r>
        <w:rPr>
          <w:sz w:val="20"/>
        </w:rPr>
        <w:t>……………………</w:t>
      </w:r>
    </w:p>
    <w:p w14:paraId="661213B6" w14:textId="77777777" w:rsidR="00FB52CE" w:rsidRPr="00FB52CE" w:rsidRDefault="00FB52CE" w:rsidP="00FB52CE">
      <w:pPr>
        <w:rPr>
          <w:sz w:val="20"/>
        </w:rPr>
      </w:pPr>
    </w:p>
    <w:p w14:paraId="5E8B10D8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UWAGI: </w:t>
      </w:r>
    </w:p>
    <w:p w14:paraId="1812259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0B397DCF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379C2127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7BB09C6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416DD17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 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  <w:t>………………………………….</w:t>
      </w:r>
    </w:p>
    <w:p w14:paraId="237A27BF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                           </w:t>
      </w:r>
      <w:r w:rsidRPr="00FB52CE">
        <w:rPr>
          <w:sz w:val="20"/>
        </w:rPr>
        <w:t>Czytelny podpis</w:t>
      </w:r>
    </w:p>
    <w:p w14:paraId="20539159" w14:textId="77777777" w:rsidR="00FB52CE" w:rsidRPr="00FB52CE" w:rsidRDefault="00FB52CE" w:rsidP="00FB52CE">
      <w:pPr>
        <w:jc w:val="center"/>
        <w:rPr>
          <w:sz w:val="20"/>
        </w:rPr>
      </w:pPr>
      <w:r>
        <w:rPr>
          <w:b/>
          <w:bCs/>
          <w:sz w:val="20"/>
        </w:rPr>
        <w:t xml:space="preserve">              </w:t>
      </w:r>
      <w:r w:rsidRPr="00FB52CE">
        <w:rPr>
          <w:b/>
          <w:bCs/>
          <w:sz w:val="20"/>
        </w:rPr>
        <w:t>Oferent</w:t>
      </w:r>
      <w:r w:rsidRPr="00FB52CE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</w:t>
      </w:r>
      <w:r w:rsidRPr="00FB52CE">
        <w:rPr>
          <w:b/>
          <w:bCs/>
          <w:sz w:val="20"/>
        </w:rPr>
        <w:t>Przedstawiciel ORLEN OIL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09D8D2CB" w:rsidR="00FB52CE" w:rsidRPr="00E04648" w:rsidRDefault="00E04648" w:rsidP="00E04648">
      <w:pPr>
        <w:rPr>
          <w:sz w:val="20"/>
        </w:rPr>
      </w:pPr>
      <w:r>
        <w:rPr>
          <w:sz w:val="20"/>
        </w:rPr>
        <w:t>*zaznaczyć formę przekazania dokumentów</w:t>
      </w:r>
    </w:p>
    <w:sectPr w:rsidR="00FB52CE" w:rsidRPr="00E04648" w:rsidSect="0020033B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7A0C9" w14:textId="192180AC" w:rsidR="00E4605D" w:rsidRPr="00DE791B" w:rsidRDefault="00614434" w:rsidP="00614434">
    <w:pPr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35520367" wp14:editId="265953BF">
          <wp:extent cx="852516" cy="1224000"/>
          <wp:effectExtent l="0" t="0" r="5080" b="0"/>
          <wp:docPr id="376756951" name="Obraz 1" descr="Obraz zawierający tekst, Grafika, plaka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756951" name="Obraz 1" descr="Obraz zawierający tekst, Grafika, plaka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516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6C7DB4"/>
    <w:multiLevelType w:val="hybridMultilevel"/>
    <w:tmpl w:val="2BF8157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6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  <w:num w:numId="7" w16cid:durableId="11980804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16B1B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2F2CE1"/>
    <w:rsid w:val="0030643A"/>
    <w:rsid w:val="00311BF1"/>
    <w:rsid w:val="00315644"/>
    <w:rsid w:val="00316744"/>
    <w:rsid w:val="00320C84"/>
    <w:rsid w:val="003374CE"/>
    <w:rsid w:val="00343A69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2539"/>
    <w:rsid w:val="00612062"/>
    <w:rsid w:val="0061421B"/>
    <w:rsid w:val="00614434"/>
    <w:rsid w:val="00630620"/>
    <w:rsid w:val="00635E91"/>
    <w:rsid w:val="00647062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46D2C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3FC6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E715D"/>
    <w:rsid w:val="008F3F11"/>
    <w:rsid w:val="008F6A82"/>
    <w:rsid w:val="0090257E"/>
    <w:rsid w:val="00902F4D"/>
    <w:rsid w:val="00920723"/>
    <w:rsid w:val="009300C3"/>
    <w:rsid w:val="009319EB"/>
    <w:rsid w:val="0094350F"/>
    <w:rsid w:val="0097582D"/>
    <w:rsid w:val="0098353D"/>
    <w:rsid w:val="00995439"/>
    <w:rsid w:val="009956AC"/>
    <w:rsid w:val="009A7195"/>
    <w:rsid w:val="009B351E"/>
    <w:rsid w:val="009D0C4F"/>
    <w:rsid w:val="00A17DF6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BF42D0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3000E"/>
    <w:rsid w:val="00D330AD"/>
    <w:rsid w:val="00D36FFE"/>
    <w:rsid w:val="00D43D2B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04648"/>
    <w:rsid w:val="00E16FDB"/>
    <w:rsid w:val="00E238AC"/>
    <w:rsid w:val="00E272ED"/>
    <w:rsid w:val="00E320A5"/>
    <w:rsid w:val="00E4605D"/>
    <w:rsid w:val="00E56485"/>
    <w:rsid w:val="00E63B4D"/>
    <w:rsid w:val="00E7140A"/>
    <w:rsid w:val="00E739F0"/>
    <w:rsid w:val="00E76E87"/>
    <w:rsid w:val="00E92DDC"/>
    <w:rsid w:val="00E95997"/>
    <w:rsid w:val="00EA3B43"/>
    <w:rsid w:val="00EB5437"/>
    <w:rsid w:val="00EC4129"/>
    <w:rsid w:val="00EC57DF"/>
    <w:rsid w:val="00ED0485"/>
    <w:rsid w:val="00EE2786"/>
    <w:rsid w:val="00F07F78"/>
    <w:rsid w:val="00F26B3A"/>
    <w:rsid w:val="00F37F64"/>
    <w:rsid w:val="00F50046"/>
    <w:rsid w:val="00F66AAC"/>
    <w:rsid w:val="00F83ADE"/>
    <w:rsid w:val="00FA05C7"/>
    <w:rsid w:val="00FA0CBD"/>
    <w:rsid w:val="00FB258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  <w:style w:type="paragraph" w:styleId="Akapitzlist">
    <w:name w:val="List Paragraph"/>
    <w:basedOn w:val="Normalny"/>
    <w:uiPriority w:val="34"/>
    <w:qFormat/>
    <w:rsid w:val="00E04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11</TotalTime>
  <Pages>1</Pages>
  <Words>113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1313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Steege Anna (OIL)</cp:lastModifiedBy>
  <cp:revision>10</cp:revision>
  <cp:lastPrinted>2018-04-27T07:47:00Z</cp:lastPrinted>
  <dcterms:created xsi:type="dcterms:W3CDTF">2024-08-29T09:42:00Z</dcterms:created>
  <dcterms:modified xsi:type="dcterms:W3CDTF">2026-02-19T07:24:00Z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